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BB5DEE3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1022CF">
              <w:rPr>
                <w:rFonts w:eastAsia="Calibri"/>
                <w:color w:val="2E74B5"/>
              </w:rPr>
              <w:t xml:space="preserve">MTÜ MEIE KILTSI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100365B3" w:rsidR="00F21C04" w:rsidRPr="00645CA1" w:rsidRDefault="001022CF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MEIE KILTSI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4F8A6257" w:rsidR="00F21C04" w:rsidRPr="00645CA1" w:rsidRDefault="001022CF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Siret Stoltsen, stenmon@hot.ee, telefon 56661951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A" w14:textId="2354E0DE" w:rsidR="00F21C04" w:rsidRPr="00645CA1" w:rsidRDefault="001022CF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SWEDBANK, EE832200221047390235</w:t>
            </w: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2B13FE1A" w:rsidR="00F21C04" w:rsidRPr="00645CA1" w:rsidRDefault="000F6071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Meie Kiltsi põhikirjast </w:t>
            </w:r>
            <w:r>
              <w:rPr>
                <w:rFonts w:ascii="Times New Roman" w:eastAsia="Calibri" w:hAnsi="Times New Roman" w:cs="Times New Roman"/>
                <w:color w:val="2E74B5"/>
              </w:rPr>
              <w:t>tulenevalt on toetuse saaja mittetulundusühing Meie Kiltsi ja juhatuse liikme volituse</w:t>
            </w:r>
            <w:bookmarkStart w:id="0" w:name="_GoBack"/>
            <w:bookmarkEnd w:id="0"/>
            <w:r w:rsidR="00F21C04"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 w:rsidR="001022CF">
              <w:rPr>
                <w:rFonts w:ascii="Times New Roman" w:eastAsia="Calibri" w:hAnsi="Times New Roman" w:cs="Times New Roman"/>
                <w:color w:val="2E74B5"/>
              </w:rPr>
              <w:t>MTÜ Meie Kiltsi juhatuse liige, Siret Stoltsen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717D6" w14:textId="77777777" w:rsidR="00F8201B" w:rsidRDefault="00F8201B" w:rsidP="00DF44DF">
      <w:r>
        <w:separator/>
      </w:r>
    </w:p>
  </w:endnote>
  <w:endnote w:type="continuationSeparator" w:id="0">
    <w:p w14:paraId="6347FC98" w14:textId="77777777" w:rsidR="00F8201B" w:rsidRDefault="00F8201B" w:rsidP="00DF44DF">
      <w:r>
        <w:continuationSeparator/>
      </w:r>
    </w:p>
  </w:endnote>
  <w:endnote w:type="continuationNotice" w:id="1">
    <w:p w14:paraId="6245B2C5" w14:textId="77777777" w:rsidR="00F8201B" w:rsidRDefault="00F820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306C1" w14:textId="77777777" w:rsidR="00F8201B" w:rsidRDefault="00F8201B" w:rsidP="00DF44DF">
      <w:r>
        <w:separator/>
      </w:r>
    </w:p>
  </w:footnote>
  <w:footnote w:type="continuationSeparator" w:id="0">
    <w:p w14:paraId="2B79DF4D" w14:textId="77777777" w:rsidR="00F8201B" w:rsidRDefault="00F8201B" w:rsidP="00DF44DF">
      <w:r>
        <w:continuationSeparator/>
      </w:r>
    </w:p>
  </w:footnote>
  <w:footnote w:type="continuationNotice" w:id="1">
    <w:p w14:paraId="0DD97913" w14:textId="77777777" w:rsidR="00F8201B" w:rsidRDefault="00F8201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0F6071"/>
    <w:rsid w:val="001022CF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A7737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70CD7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D6DCA"/>
    <w:rsid w:val="00EE4FCE"/>
    <w:rsid w:val="00F122D1"/>
    <w:rsid w:val="00F21C04"/>
    <w:rsid w:val="00F25A4E"/>
    <w:rsid w:val="00F44A62"/>
    <w:rsid w:val="00F5446C"/>
    <w:rsid w:val="00F73D45"/>
    <w:rsid w:val="00F8201B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4093C4F-6AA9-413C-ACA2-CC7AF697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12</TotalTime>
  <Pages>1</Pages>
  <Words>218</Words>
  <Characters>1266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Siret Stoltsen</cp:lastModifiedBy>
  <cp:revision>4</cp:revision>
  <cp:lastPrinted>2014-04-02T13:57:00Z</cp:lastPrinted>
  <dcterms:created xsi:type="dcterms:W3CDTF">2023-03-20T15:43:00Z</dcterms:created>
  <dcterms:modified xsi:type="dcterms:W3CDTF">2023-03-20T16:01:00Z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